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40A" w:rsidRPr="00D54EC9" w:rsidRDefault="007F240A" w:rsidP="007F240A">
      <w:pPr>
        <w:spacing w:after="160" w:line="259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5759C0" w:rsidRPr="005759C0" w:rsidRDefault="005759C0" w:rsidP="005759C0">
      <w:pPr>
        <w:ind w:left="5040" w:firstLine="624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5759C0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Pan </w:t>
      </w:r>
    </w:p>
    <w:p w:rsidR="005759C0" w:rsidRPr="005759C0" w:rsidRDefault="005759C0" w:rsidP="005759C0">
      <w:pPr>
        <w:ind w:left="5040" w:firstLine="624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5759C0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Rafał Grenda-Wołkow </w:t>
      </w:r>
    </w:p>
    <w:p w:rsidR="005759C0" w:rsidRDefault="005759C0" w:rsidP="005759C0">
      <w:pPr>
        <w:ind w:left="5040" w:firstLine="624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5759C0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Prezes Biura Projektów </w:t>
      </w:r>
    </w:p>
    <w:p w:rsidR="005759C0" w:rsidRPr="00D54EC9" w:rsidRDefault="005759C0" w:rsidP="005759C0">
      <w:pPr>
        <w:ind w:left="5040" w:firstLine="624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5759C0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Budowlanych Sp. z o.o.</w:t>
      </w:r>
    </w:p>
    <w:p w:rsidR="007F240A" w:rsidRPr="00D54EC9" w:rsidRDefault="007F240A" w:rsidP="007F240A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E83930" w:rsidRDefault="00E83930" w:rsidP="00E23A53">
      <w:pPr>
        <w:spacing w:after="120"/>
        <w:ind w:left="-142" w:right="-1"/>
        <w:rPr>
          <w:rFonts w:ascii="Calibri" w:hAnsi="Calibri"/>
        </w:rPr>
      </w:pPr>
    </w:p>
    <w:p w:rsidR="00E83930" w:rsidRDefault="00E83930" w:rsidP="00E23A53">
      <w:pPr>
        <w:spacing w:after="120"/>
        <w:ind w:left="-142" w:right="-1"/>
        <w:rPr>
          <w:rFonts w:ascii="Calibri" w:hAnsi="Calibri"/>
        </w:rPr>
      </w:pPr>
    </w:p>
    <w:p w:rsidR="00E83930" w:rsidRPr="00E83930" w:rsidRDefault="00E83930" w:rsidP="00E83930">
      <w:pPr>
        <w:spacing w:after="120"/>
        <w:ind w:left="-142" w:right="-1"/>
        <w:jc w:val="center"/>
        <w:rPr>
          <w:rFonts w:ascii="Calibri" w:hAnsi="Calibri"/>
          <w:b/>
        </w:rPr>
      </w:pPr>
      <w:r w:rsidRPr="00E83930">
        <w:rPr>
          <w:rFonts w:ascii="Calibri" w:hAnsi="Calibri"/>
          <w:b/>
        </w:rPr>
        <w:t>Decyzja zwalniająca zarządcę drogi z obowiązku budowy kanału technologicznego</w:t>
      </w:r>
    </w:p>
    <w:p w:rsidR="00E83930" w:rsidRPr="00E83930" w:rsidRDefault="00E83930" w:rsidP="00E83930">
      <w:pPr>
        <w:spacing w:after="120"/>
        <w:ind w:left="-142" w:right="-1"/>
        <w:jc w:val="center"/>
        <w:rPr>
          <w:rFonts w:ascii="Calibri" w:hAnsi="Calibri"/>
          <w:b/>
        </w:rPr>
      </w:pPr>
    </w:p>
    <w:p w:rsidR="005759C0" w:rsidRDefault="00E83930" w:rsidP="00E83930">
      <w:pPr>
        <w:spacing w:after="120"/>
        <w:ind w:left="-142" w:right="-1"/>
        <w:rPr>
          <w:rFonts w:ascii="Calibri" w:hAnsi="Calibri"/>
        </w:rPr>
      </w:pPr>
      <w:r w:rsidRPr="00E83930">
        <w:rPr>
          <w:rFonts w:ascii="Calibri" w:hAnsi="Calibri"/>
        </w:rPr>
        <w:t>Na podstawie art. 39 ust. 6c ustawy z dnia 21 marca 1985 r. o drogach publicznych (Dz.U. z 2020 r. poz. 470), zwanej dalej „ustawą o drogach publicznych” oraz art. 104 i art. 107 ustawy z dnia 14 czerwca 1960 r. Kodeks postępowania administracyjnego (Dz. U. z 2020 r. poz. 256</w:t>
      </w:r>
      <w:r w:rsidR="00AD3106">
        <w:rPr>
          <w:rFonts w:ascii="Calibri" w:hAnsi="Calibri"/>
        </w:rPr>
        <w:t>,</w:t>
      </w:r>
      <w:r w:rsidR="00AD3106">
        <w:rPr>
          <w:rFonts w:ascii="Calibri" w:hAnsi="Calibri"/>
        </w:rPr>
        <w:br/>
      </w:r>
      <w:r w:rsidRPr="00E83930">
        <w:rPr>
          <w:rFonts w:ascii="Calibri" w:hAnsi="Calibri"/>
        </w:rPr>
        <w:t xml:space="preserve">z późn. zm.), zwanej dalej „k.p.a.”, po rozpatrzeniu wniosku z dnia </w:t>
      </w:r>
      <w:r w:rsidR="005759C0">
        <w:rPr>
          <w:rFonts w:ascii="Calibri" w:hAnsi="Calibri"/>
        </w:rPr>
        <w:t>22 stycznia 2021 r. (znak: </w:t>
      </w:r>
      <w:r w:rsidR="005759C0" w:rsidRPr="005759C0">
        <w:rPr>
          <w:rFonts w:ascii="Calibri" w:hAnsi="Calibri"/>
        </w:rPr>
        <w:t>I.dz.50/2021)</w:t>
      </w:r>
      <w:r w:rsidRPr="00E83930">
        <w:rPr>
          <w:rFonts w:ascii="Calibri" w:hAnsi="Calibri"/>
        </w:rPr>
        <w:t xml:space="preserve">, dotyczącego zwolnienia zarządcy drogi z obowiązku budowy kanału technologicznego </w:t>
      </w:r>
      <w:r w:rsidR="005759C0" w:rsidRPr="005759C0">
        <w:rPr>
          <w:rFonts w:ascii="Calibri" w:hAnsi="Calibri"/>
        </w:rPr>
        <w:t>w związku z planowaną inwesty</w:t>
      </w:r>
      <w:r w:rsidR="005759C0">
        <w:rPr>
          <w:rFonts w:ascii="Calibri" w:hAnsi="Calibri"/>
        </w:rPr>
        <w:t xml:space="preserve">cją pod nazwą: „Rozbudowa drogi </w:t>
      </w:r>
      <w:r w:rsidR="005759C0" w:rsidRPr="005759C0">
        <w:rPr>
          <w:rFonts w:ascii="Calibri" w:hAnsi="Calibri"/>
        </w:rPr>
        <w:t>powiatowej nr 2928C Modlibórz-Kłóbka-Chodecz-etap II”.</w:t>
      </w:r>
    </w:p>
    <w:p w:rsidR="00E83930" w:rsidRPr="00AD3106" w:rsidRDefault="00E83930" w:rsidP="00E83930">
      <w:pPr>
        <w:spacing w:after="120"/>
        <w:ind w:left="-142" w:right="-1"/>
        <w:jc w:val="center"/>
        <w:rPr>
          <w:rFonts w:ascii="Calibri" w:hAnsi="Calibri"/>
          <w:b/>
        </w:rPr>
      </w:pPr>
    </w:p>
    <w:p w:rsidR="00AD3106" w:rsidRPr="00AD3106" w:rsidRDefault="00E83930" w:rsidP="00AD3106">
      <w:pPr>
        <w:spacing w:after="120"/>
        <w:ind w:left="-142" w:right="-1"/>
        <w:jc w:val="center"/>
        <w:rPr>
          <w:rFonts w:ascii="Calibri" w:hAnsi="Calibri"/>
          <w:b/>
        </w:rPr>
      </w:pPr>
      <w:r w:rsidRPr="00AD3106">
        <w:rPr>
          <w:rFonts w:ascii="Calibri" w:hAnsi="Calibri"/>
          <w:b/>
        </w:rPr>
        <w:t>ZWALNIAM</w:t>
      </w:r>
    </w:p>
    <w:p w:rsidR="00AD3106" w:rsidRDefault="005759C0" w:rsidP="00AD3106">
      <w:pPr>
        <w:spacing w:after="120"/>
        <w:ind w:left="-142" w:right="-1"/>
        <w:rPr>
          <w:rFonts w:ascii="Calibri" w:hAnsi="Calibri"/>
        </w:rPr>
      </w:pPr>
      <w:r>
        <w:rPr>
          <w:rFonts w:ascii="Calibri" w:hAnsi="Calibri"/>
        </w:rPr>
        <w:t>Zarząd</w:t>
      </w:r>
      <w:r w:rsidRPr="005759C0">
        <w:rPr>
          <w:rFonts w:ascii="Calibri" w:hAnsi="Calibri"/>
        </w:rPr>
        <w:t xml:space="preserve"> Powiatu Włocławskiego</w:t>
      </w:r>
      <w:r w:rsidR="00E83930" w:rsidRPr="00E83930">
        <w:rPr>
          <w:rFonts w:ascii="Calibri" w:hAnsi="Calibri"/>
        </w:rPr>
        <w:t xml:space="preserve"> – zarządcę drogi, z obowiązku budowy kanału technologicznego w ramach realizacji przedmiotowej inwestycji.</w:t>
      </w:r>
    </w:p>
    <w:p w:rsidR="00E83930" w:rsidRPr="00E83930" w:rsidRDefault="00E83930" w:rsidP="00AD3106">
      <w:pPr>
        <w:spacing w:after="120"/>
        <w:ind w:left="-142" w:right="-1"/>
        <w:rPr>
          <w:rFonts w:ascii="Calibri" w:hAnsi="Calibri"/>
        </w:rPr>
      </w:pPr>
      <w:r w:rsidRPr="00E83930">
        <w:rPr>
          <w:rFonts w:ascii="Calibri" w:hAnsi="Calibri"/>
        </w:rPr>
        <w:t>Na podstawie art. 107 § 4 k.p.a. odstąpiono od uzasadnienia decyzji, ponieważ uwzględniono w całości żądanie strony.</w:t>
      </w:r>
    </w:p>
    <w:p w:rsidR="00E83930" w:rsidRPr="00E83930" w:rsidRDefault="00E83930" w:rsidP="00E83930">
      <w:pPr>
        <w:spacing w:after="120"/>
        <w:ind w:left="-142" w:right="-1"/>
        <w:rPr>
          <w:rFonts w:ascii="Calibri" w:hAnsi="Calibri"/>
        </w:rPr>
      </w:pPr>
    </w:p>
    <w:p w:rsidR="00E83930" w:rsidRPr="00E83930" w:rsidRDefault="00E83930" w:rsidP="00627C15">
      <w:pPr>
        <w:spacing w:after="120"/>
        <w:ind w:left="-142" w:right="-1"/>
        <w:jc w:val="center"/>
        <w:rPr>
          <w:rFonts w:ascii="Calibri" w:hAnsi="Calibri"/>
        </w:rPr>
      </w:pPr>
      <w:r w:rsidRPr="00E83930">
        <w:rPr>
          <w:rFonts w:ascii="Calibri" w:hAnsi="Calibri"/>
        </w:rPr>
        <w:t>POUCZENIE</w:t>
      </w:r>
    </w:p>
    <w:p w:rsidR="00E83930" w:rsidRPr="00E83930" w:rsidRDefault="00E83930" w:rsidP="00E83930">
      <w:pPr>
        <w:spacing w:after="120"/>
        <w:ind w:left="-142" w:right="-1"/>
        <w:rPr>
          <w:rFonts w:ascii="Calibri" w:hAnsi="Calibri"/>
        </w:rPr>
      </w:pPr>
      <w:r w:rsidRPr="00E83930">
        <w:rPr>
          <w:rFonts w:ascii="Calibri" w:hAnsi="Calibri"/>
        </w:rPr>
        <w:t>Strona niezadowolona z niniejszego rozstrzygnięcia może na podstawie art. 127 § 3 i art. 129 § 2 k.p.a. w terminie 14 dni od daty otrzymania decyzji zwrócić się do Ministra Cyfryzacji z wnioskiem o ponowne rozpatrzenie sprawy.</w:t>
      </w:r>
    </w:p>
    <w:p w:rsidR="00E83930" w:rsidRPr="00E83930" w:rsidRDefault="00E83930" w:rsidP="00E83930">
      <w:pPr>
        <w:spacing w:after="120"/>
        <w:ind w:left="-142" w:right="-1"/>
        <w:rPr>
          <w:rFonts w:ascii="Calibri" w:hAnsi="Calibri"/>
        </w:rPr>
      </w:pPr>
      <w:r w:rsidRPr="00E83930">
        <w:rPr>
          <w:rFonts w:ascii="Calibri" w:hAnsi="Calibri"/>
        </w:rPr>
        <w:t xml:space="preserve">W trakcie biegu tego terminu strona na podstawie art. 127a § 1 k.p.a., w związku z art. 127 § 3 k.p.a. może zrzec się prawa do wniesienia wniosku o ponowne rozpatrzenie sprawy. Zgodnie z art. 127a § 1 i art. 130 § 4 z dniem doręczenia Ministrowi Cyfryzacji oświadczenia o zrzeczeniu się prawa do wniesienia wniosku o ponowne rozpatrzenie sprawy przez ostatnią ze stron postępowania, decyzja staje się ostateczna i prawomocna, a także podlegać będzie wykonaniu </w:t>
      </w:r>
      <w:r w:rsidRPr="00E83930">
        <w:rPr>
          <w:rFonts w:ascii="Calibri" w:hAnsi="Calibri"/>
        </w:rPr>
        <w:lastRenderedPageBreak/>
        <w:t xml:space="preserve">przed upływem terminu do wniesienia wniosku o ponowne rozpatrzenie sprawy. Zgodnie z art. 16 § 1 k.p.a., decyzją ostateczną, jest decyzja, od której nie służy wniosek o ponowne rozpatrzenie sprawy, a jej uchylenie lub zmiana, stwierdzenie nieważności oraz wznowienie postępowania może nastąpić tylko w przypadkach przewidzianych w k.p.a. lub ustawach szczególnych. Z kolei zgodnie z art. 16 § 3 k.p.a., decyzją prawomocną jest decyzja ostateczna, której nie można zaskarżyć do sądu administracyjnego. </w:t>
      </w:r>
    </w:p>
    <w:p w:rsidR="00E83930" w:rsidRPr="00E83930" w:rsidRDefault="00E83930" w:rsidP="00E83930">
      <w:pPr>
        <w:spacing w:after="120"/>
        <w:ind w:left="-142" w:right="-1"/>
        <w:rPr>
          <w:rFonts w:ascii="Calibri" w:hAnsi="Calibri"/>
        </w:rPr>
      </w:pPr>
      <w:r w:rsidRPr="00E83930">
        <w:rPr>
          <w:rFonts w:ascii="Calibri" w:hAnsi="Calibri"/>
        </w:rPr>
        <w:t>Na podstawie art. 52 § 3 ustawy z dnia 30 sierpnia 2002 r. - Prawo o postępowaniu przed sądami administracyjnymi (Dz. U. z 2019 r. poz. 2325 z późn. zm.), jeżeli strona nie chce skorzystać z prawa zwrócenia się z wnioskiem o ponowne rozpatrzenie sprawy, może wnieść na niniejszą decyzję skargę do Wojewódzkiego Sądu Administracyjnego w Warszawie. Skargę wnosi się, za pośrednictwem Ministra Cyfryzacji, w terminie 30 dni od dnia doręczenia decyzji stronie.</w:t>
      </w:r>
    </w:p>
    <w:p w:rsidR="00E83930" w:rsidRPr="00E83930" w:rsidRDefault="00E83930" w:rsidP="00E83930">
      <w:pPr>
        <w:spacing w:after="120"/>
        <w:ind w:left="-142" w:right="-1"/>
        <w:rPr>
          <w:rFonts w:ascii="Calibri" w:hAnsi="Calibri"/>
        </w:rPr>
      </w:pPr>
      <w:bookmarkStart w:id="0" w:name="_GoBack"/>
      <w:bookmarkEnd w:id="0"/>
      <w:r w:rsidRPr="00E83930">
        <w:rPr>
          <w:rFonts w:ascii="Calibri" w:hAnsi="Calibri"/>
        </w:rPr>
        <w:t>Wpis sądowy od skargi na niniejszą decyzję wynosi 200 zł (rozporządzenie Rady Ministrów z dnia 16 grudnia 2003 r. w sprawie wysokości oraz szczegółowych zasad pobierania wpisu w postępowaniu przed sądami administracyjnymi, Dz. U. z 2003 r. Nr 221, poz. 2193, z późn. zm.).</w:t>
      </w:r>
    </w:p>
    <w:p w:rsidR="00E83930" w:rsidRPr="00E83930" w:rsidRDefault="00E83930" w:rsidP="00E83930">
      <w:pPr>
        <w:spacing w:after="120"/>
        <w:ind w:left="-142" w:right="-1"/>
        <w:rPr>
          <w:rFonts w:ascii="Calibri" w:hAnsi="Calibri"/>
        </w:rPr>
      </w:pPr>
    </w:p>
    <w:p w:rsidR="00E83930" w:rsidRPr="00E83930" w:rsidRDefault="00E83930" w:rsidP="00E83930">
      <w:pPr>
        <w:spacing w:after="120"/>
        <w:ind w:left="-142" w:right="-1"/>
        <w:rPr>
          <w:rFonts w:ascii="Calibri" w:hAnsi="Calibri"/>
        </w:rPr>
      </w:pPr>
      <w:r w:rsidRPr="00E83930">
        <w:rPr>
          <w:rFonts w:ascii="Calibri" w:hAnsi="Calibri"/>
        </w:rPr>
        <w:t>Klauzula informacyjna dotycząca przetwarzania danych osobowych:</w:t>
      </w:r>
    </w:p>
    <w:p w:rsidR="00E83930" w:rsidRPr="00E83930" w:rsidRDefault="00E83930" w:rsidP="00E83930">
      <w:pPr>
        <w:spacing w:after="120"/>
        <w:ind w:left="-142" w:right="-1"/>
        <w:rPr>
          <w:rFonts w:ascii="Calibri" w:hAnsi="Calibri"/>
        </w:rPr>
      </w:pPr>
      <w:r w:rsidRPr="00E83930">
        <w:rPr>
          <w:rFonts w:ascii="Calibri" w:hAnsi="Calibri"/>
        </w:rPr>
        <w:t xml:space="preserve">Administratorem danych osobowych jest Minister Cyfryzacji, 00-060 Warszawa, ul. Królewska 27. Kontakt poprzez adres email kontakt@kprm.gov.pl  Kontakt do inspektora ochrony danych email: iod@mc.gov.pl w sprawach związanych z przetwarzaniem danych osobowych przez Kancelarię Prezesa Rady Ministrów w zakresie właściwości Ministra Cyfryzacji. </w:t>
      </w:r>
    </w:p>
    <w:p w:rsidR="00E83930" w:rsidRPr="00E83930" w:rsidRDefault="00E83930" w:rsidP="00E83930">
      <w:pPr>
        <w:spacing w:after="120"/>
        <w:ind w:left="-142" w:right="-1"/>
        <w:rPr>
          <w:rFonts w:ascii="Calibri" w:hAnsi="Calibri"/>
        </w:rPr>
      </w:pPr>
      <w:r w:rsidRPr="00E83930">
        <w:rPr>
          <w:rFonts w:ascii="Calibri" w:hAnsi="Calibri"/>
        </w:rPr>
        <w:t>Podstawą prawną przetwarzania danych osobowych jest art. 6 ust. 1 lit. c ogólnego rozporządzenia o ochronie danych osobowych nr 2016/679, tj. wypełnienie obowiązków prawnych ciążących na administratorze danych osobowych wynikających z: ustawy z dnia 14 czerwca 1960 r. Kodeks postępowania administracyjnego oraz ustawy z dnia 14 lipca 1983 r. o narodowym zasobie archiwalnym i archiwach.</w:t>
      </w:r>
    </w:p>
    <w:p w:rsidR="00E83930" w:rsidRPr="00E83930" w:rsidRDefault="00E83930" w:rsidP="00E83930">
      <w:pPr>
        <w:spacing w:after="120"/>
        <w:ind w:left="-142" w:right="-1"/>
        <w:rPr>
          <w:rFonts w:ascii="Calibri" w:hAnsi="Calibri"/>
        </w:rPr>
      </w:pPr>
      <w:r w:rsidRPr="00E83930">
        <w:rPr>
          <w:rFonts w:ascii="Calibri" w:hAnsi="Calibri"/>
        </w:rPr>
        <w:t>Dane osobowe mogą być przekazywane podmiotom przetwarzającym dane osobowe na zlecenie administratora tj. dostawcom usług IT, a także innym podmiotom na podstawie przepisów prawa powszechnie obowiązującego (przykład: na wniosek sądu, Policji). Dane będą przetwarzane przez okres ustalony zgodnie z przepisami dotyczącymi narodowego zasobu archiwalnego. Osobie, której dane dotyczą przysługuje prawo dostępu do danych, prawo żądania ich sprostowania, ich usunięcia po upływie wskazanych okresów lub ograniczenia ich przetwarzania, a także prawo wniesienia skargi do Prezesa Urzędu Ochrony Danych Osobowych, ul. Stawki 2, 00-193 Warszawa. Podanie danych osobowych jest dobrowolne, jednakże ich podanie jest warunkiem rozpatrzenia sprawy administracyjnej.</w:t>
      </w:r>
    </w:p>
    <w:p w:rsidR="00E83930" w:rsidRDefault="00E83930" w:rsidP="00E83930">
      <w:pPr>
        <w:spacing w:after="120"/>
        <w:ind w:left="-142" w:right="-1"/>
        <w:rPr>
          <w:rFonts w:ascii="Calibri" w:hAnsi="Calibri"/>
        </w:rPr>
      </w:pPr>
    </w:p>
    <w:p w:rsidR="00E83930" w:rsidRPr="007F240A" w:rsidRDefault="00E83930" w:rsidP="00E83930">
      <w:pPr>
        <w:ind w:left="4860"/>
        <w:jc w:val="center"/>
        <w:rPr>
          <w:rFonts w:asciiTheme="minorHAnsi" w:hAnsiTheme="minorHAnsi" w:cstheme="minorHAnsi"/>
          <w:iCs/>
        </w:rPr>
      </w:pPr>
      <w:r w:rsidRPr="007F240A">
        <w:rPr>
          <w:rFonts w:asciiTheme="minorHAnsi" w:hAnsiTheme="minorHAnsi" w:cstheme="minorHAnsi"/>
          <w:iCs/>
        </w:rPr>
        <w:t>Z upoważnienia</w:t>
      </w:r>
    </w:p>
    <w:p w:rsidR="00E83930" w:rsidRDefault="00E83930" w:rsidP="00E83930">
      <w:pPr>
        <w:ind w:left="4860"/>
        <w:jc w:val="center"/>
        <w:rPr>
          <w:rFonts w:asciiTheme="minorHAnsi" w:hAnsiTheme="minorHAnsi" w:cstheme="minorHAnsi"/>
          <w:iCs/>
        </w:rPr>
      </w:pPr>
      <w:r w:rsidRPr="007F240A">
        <w:rPr>
          <w:rFonts w:asciiTheme="minorHAnsi" w:hAnsiTheme="minorHAnsi" w:cstheme="minorHAnsi"/>
          <w:iCs/>
        </w:rPr>
        <w:t>Ministra Cyfryzacji</w:t>
      </w:r>
    </w:p>
    <w:p w:rsidR="00E83930" w:rsidRPr="007F240A" w:rsidRDefault="00E83930" w:rsidP="00E83930">
      <w:pPr>
        <w:ind w:left="4860"/>
        <w:jc w:val="center"/>
        <w:rPr>
          <w:rFonts w:asciiTheme="minorHAnsi" w:hAnsiTheme="minorHAnsi" w:cstheme="minorHAnsi"/>
          <w:iCs/>
        </w:rPr>
      </w:pPr>
    </w:p>
    <w:p w:rsidR="00E83930" w:rsidRPr="007F240A" w:rsidRDefault="00E83930" w:rsidP="00E8393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7F240A">
        <w:rPr>
          <w:rFonts w:asciiTheme="minorHAnsi" w:hAnsiTheme="minorHAnsi" w:cstheme="minorHAnsi"/>
          <w:b/>
          <w:bCs/>
        </w:rPr>
        <w:t>Agnieszka Krauzowicz</w:t>
      </w:r>
    </w:p>
    <w:p w:rsidR="00E83930" w:rsidRPr="007F240A" w:rsidRDefault="00E83930" w:rsidP="00E83930">
      <w:pPr>
        <w:ind w:left="4860"/>
        <w:jc w:val="center"/>
        <w:rPr>
          <w:rFonts w:asciiTheme="minorHAnsi" w:hAnsiTheme="minorHAnsi" w:cstheme="minorHAnsi"/>
          <w:iCs/>
        </w:rPr>
      </w:pPr>
      <w:r w:rsidRPr="007F240A">
        <w:rPr>
          <w:rFonts w:asciiTheme="minorHAnsi" w:hAnsiTheme="minorHAnsi" w:cstheme="minorHAnsi"/>
          <w:iCs/>
        </w:rPr>
        <w:t>Dyrektor</w:t>
      </w:r>
    </w:p>
    <w:p w:rsidR="00E83930" w:rsidRPr="007F240A" w:rsidRDefault="00E83930" w:rsidP="00E8393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7F240A">
        <w:rPr>
          <w:rFonts w:asciiTheme="minorHAnsi" w:hAnsiTheme="minorHAnsi" w:cstheme="minorHAnsi"/>
          <w:iCs/>
        </w:rPr>
        <w:t>Departamentu Telekomunikacji</w:t>
      </w:r>
    </w:p>
    <w:p w:rsidR="00E83930" w:rsidRPr="007F240A" w:rsidRDefault="00E83930" w:rsidP="00E83930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7F240A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sectPr w:rsidR="00E83930" w:rsidRPr="007F240A" w:rsidSect="004633D0">
      <w:footerReference w:type="default" r:id="rId6"/>
      <w:headerReference w:type="first" r:id="rId7"/>
      <w:footerReference w:type="first" r:id="rId8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6EDF" w:rsidRDefault="00A36EDF">
      <w:r>
        <w:separator/>
      </w:r>
    </w:p>
  </w:endnote>
  <w:endnote w:type="continuationSeparator" w:id="1">
    <w:p w:rsidR="00A36EDF" w:rsidRDefault="00A36E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753F" w:rsidRDefault="00002011">
    <w:pPr>
      <w:pStyle w:val="Stopka"/>
    </w:pPr>
    <w:r>
      <w:rPr>
        <w:noProof/>
      </w:rPr>
      <w:drawing>
        <wp:inline distT="0" distB="0" distL="0" distR="0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7731" w:rsidRDefault="00002011">
    <w:pPr>
      <w:pStyle w:val="Stopka"/>
    </w:pPr>
    <w:r w:rsidRPr="00AE7731"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6EDF" w:rsidRDefault="00A36EDF">
      <w:r>
        <w:separator/>
      </w:r>
    </w:p>
  </w:footnote>
  <w:footnote w:type="continuationSeparator" w:id="1">
    <w:p w:rsidR="00A36EDF" w:rsidRDefault="00A36E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8D3" w:rsidRDefault="00174E14" w:rsidP="007018D3">
    <w:pPr>
      <w:pStyle w:val="Nagwek"/>
      <w:jc w:val="right"/>
    </w:pPr>
  </w:p>
  <w:p w:rsidR="007018D3" w:rsidRDefault="00174E14" w:rsidP="007018D3">
    <w:pPr>
      <w:pStyle w:val="Nagwek"/>
      <w:jc w:val="right"/>
    </w:pPr>
  </w:p>
  <w:p w:rsidR="004633D0" w:rsidRDefault="00002011" w:rsidP="00404F0E">
    <w:pPr>
      <w:pStyle w:val="Nagwek"/>
      <w:jc w:val="right"/>
    </w:pPr>
    <w:r w:rsidRPr="00404F0E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256872</wp:posOffset>
          </wp:positionH>
          <wp:positionV relativeFrom="paragraph">
            <wp:posOffset>189865</wp:posOffset>
          </wp:positionV>
          <wp:extent cx="1897200" cy="1422000"/>
          <wp:effectExtent l="0" t="0" r="8255" b="6985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97200" cy="142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4702B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2" o:spid="_x0000_s4097" type="#_x0000_t202" style="position:absolute;left:0;text-align:left;margin-left:-8.75pt;margin-top:136.85pt;width:211.7pt;height:139.1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" strokecolor="white [3212]">
          <v:textbox style="mso-fit-shape-to-text:t">
            <w:txbxContent>
              <w:p w:rsidR="009E370D" w:rsidRDefault="005759C0" w:rsidP="0033475C">
                <w:pPr>
                  <w:jc w:val="center"/>
                  <w:rPr>
                    <w:rFonts w:asciiTheme="majorHAnsi" w:hAnsiTheme="majorHAnsi" w:cstheme="majorHAnsi"/>
                    <w:color w:val="201C1D"/>
                    <w:sz w:val="20"/>
                  </w:rPr>
                </w:pPr>
                <w:r>
                  <w:rPr>
                    <w:rFonts w:asciiTheme="majorHAnsi" w:hAnsiTheme="majorHAnsi" w:cstheme="majorHAnsi"/>
                    <w:color w:val="201C1D"/>
                    <w:sz w:val="20"/>
                  </w:rPr>
                  <w:t>DT.WIT.7110.40</w:t>
                </w:r>
                <w:r w:rsidR="007324FC" w:rsidRPr="007324FC">
                  <w:rPr>
                    <w:rFonts w:asciiTheme="majorHAnsi" w:hAnsiTheme="majorHAnsi" w:cstheme="majorHAnsi"/>
                    <w:color w:val="201C1D"/>
                    <w:sz w:val="20"/>
                  </w:rPr>
                  <w:t>.2021</w:t>
                </w:r>
              </w:p>
              <w:p w:rsidR="009E370D" w:rsidRPr="00DA3527" w:rsidRDefault="009E370D" w:rsidP="0033475C">
                <w:pPr>
                  <w:jc w:val="center"/>
                  <w:rPr>
                    <w:rFonts w:asciiTheme="majorHAnsi" w:hAnsiTheme="majorHAnsi" w:cstheme="majorHAnsi"/>
                    <w:color w:val="201C1D"/>
                    <w:sz w:val="20"/>
                  </w:rPr>
                </w:pPr>
              </w:p>
            </w:txbxContent>
          </v:textbox>
          <w10:wrap type="topAndBottom" anchorx="margin"/>
        </v:shape>
      </w:pict>
    </w:r>
    <w:r>
      <w:t>Warszawa, dnia</w:t>
    </w:r>
    <w:r w:rsidR="005759C0">
      <w:t xml:space="preserve"> 23 lutego 2021</w:t>
    </w:r>
    <w:bookmarkStart w:id="1" w:name="ezdDataPodpisu"/>
    <w:bookmarkEnd w:id="1"/>
    <w:r>
      <w:t xml:space="preserve"> r.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noPunctuationKerning/>
  <w:characterSpacingControl w:val="doNotCompress"/>
  <w:hdrShapeDefaults>
    <o:shapedefaults v:ext="edit" spidmax="4099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7F240A"/>
    <w:rsid w:val="00002011"/>
    <w:rsid w:val="00174E14"/>
    <w:rsid w:val="002E7D02"/>
    <w:rsid w:val="003F4054"/>
    <w:rsid w:val="005759C0"/>
    <w:rsid w:val="005D6F2A"/>
    <w:rsid w:val="00627C15"/>
    <w:rsid w:val="0064702B"/>
    <w:rsid w:val="00661190"/>
    <w:rsid w:val="007324FC"/>
    <w:rsid w:val="007855B3"/>
    <w:rsid w:val="007B12C0"/>
    <w:rsid w:val="007F240A"/>
    <w:rsid w:val="008E03BC"/>
    <w:rsid w:val="009E370D"/>
    <w:rsid w:val="00A36EDF"/>
    <w:rsid w:val="00A8590A"/>
    <w:rsid w:val="00AD3106"/>
    <w:rsid w:val="00B51800"/>
    <w:rsid w:val="00D667C2"/>
    <w:rsid w:val="00E23A53"/>
    <w:rsid w:val="00E66D6A"/>
    <w:rsid w:val="00E839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3930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7F240A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94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1</TotalTime>
  <Pages>2</Pages>
  <Words>656</Words>
  <Characters>3972</Characters>
  <Application>Microsoft Office Word</Application>
  <DocSecurity>4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User</cp:lastModifiedBy>
  <cp:revision>2</cp:revision>
  <dcterms:created xsi:type="dcterms:W3CDTF">2021-09-29T13:47:00Z</dcterms:created>
  <dcterms:modified xsi:type="dcterms:W3CDTF">2021-09-29T13:47:00Z</dcterms:modified>
</cp:coreProperties>
</file>